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230"/>
        <w:tblW w:w="9648" w:type="dxa"/>
        <w:tblLook w:val="01E0" w:firstRow="1" w:lastRow="1" w:firstColumn="1" w:lastColumn="1" w:noHBand="0" w:noVBand="0"/>
      </w:tblPr>
      <w:tblGrid>
        <w:gridCol w:w="4077"/>
        <w:gridCol w:w="5571"/>
      </w:tblGrid>
      <w:tr w:rsidR="0020660F" w:rsidRPr="00162450" w:rsidTr="008B2A3B">
        <w:tc>
          <w:tcPr>
            <w:tcW w:w="4077" w:type="dxa"/>
          </w:tcPr>
          <w:p w:rsidR="00B8306A" w:rsidRPr="0040777E" w:rsidRDefault="00B8306A" w:rsidP="00E20F5C">
            <w:pPr>
              <w:shd w:val="clear" w:color="auto" w:fill="FFFFFF"/>
              <w:ind w:firstLine="709"/>
              <w:rPr>
                <w:spacing w:val="-3"/>
                <w:lang w:val="en-US"/>
              </w:rPr>
            </w:pPr>
          </w:p>
        </w:tc>
        <w:tc>
          <w:tcPr>
            <w:tcW w:w="5571" w:type="dxa"/>
          </w:tcPr>
          <w:p w:rsidR="00A04F1A" w:rsidRPr="00D0163C" w:rsidRDefault="00D35B35" w:rsidP="00A04F1A">
            <w:pPr>
              <w:ind w:left="175"/>
              <w:rPr>
                <w:b/>
                <w:bCs/>
                <w:spacing w:val="1"/>
                <w:sz w:val="28"/>
                <w:szCs w:val="28"/>
                <w:lang w:val="uk-UA"/>
              </w:rPr>
            </w:pPr>
            <w:r w:rsidRPr="00D35B35">
              <w:rPr>
                <w:b/>
                <w:bCs/>
                <w:spacing w:val="1"/>
                <w:sz w:val="28"/>
                <w:szCs w:val="28"/>
                <w:lang w:val="uk-UA"/>
              </w:rPr>
              <w:t>Управління комунікацій та питань інформаційної політики</w:t>
            </w:r>
          </w:p>
          <w:p w:rsidR="008B2A3B" w:rsidRPr="008B2A3B" w:rsidRDefault="00D35B35" w:rsidP="00A04F1A">
            <w:pPr>
              <w:ind w:left="175"/>
              <w:rPr>
                <w:b/>
                <w:bCs/>
                <w:spacing w:val="1"/>
                <w:sz w:val="28"/>
                <w:szCs w:val="28"/>
                <w:lang w:val="uk-UA"/>
              </w:rPr>
            </w:pPr>
            <w:r w:rsidRPr="00D35B35">
              <w:rPr>
                <w:b/>
                <w:bCs/>
                <w:spacing w:val="1"/>
                <w:sz w:val="28"/>
                <w:szCs w:val="28"/>
                <w:lang w:val="uk-UA"/>
              </w:rPr>
              <w:t xml:space="preserve">Відділ </w:t>
            </w:r>
            <w:proofErr w:type="spellStart"/>
            <w:r w:rsidRPr="00D35B35">
              <w:rPr>
                <w:b/>
                <w:bCs/>
                <w:spacing w:val="1"/>
                <w:sz w:val="28"/>
                <w:szCs w:val="28"/>
                <w:lang w:val="uk-UA"/>
              </w:rPr>
              <w:t>пресс</w:t>
            </w:r>
            <w:proofErr w:type="spellEnd"/>
            <w:r w:rsidRPr="00D35B35">
              <w:rPr>
                <w:b/>
                <w:bCs/>
                <w:spacing w:val="1"/>
                <w:sz w:val="28"/>
                <w:szCs w:val="28"/>
                <w:lang w:val="uk-UA"/>
              </w:rPr>
              <w:t>-служби</w:t>
            </w:r>
          </w:p>
        </w:tc>
      </w:tr>
    </w:tbl>
    <w:p w:rsidR="00F4368C" w:rsidRDefault="00F4368C" w:rsidP="00F911AA">
      <w:pPr>
        <w:spacing w:line="276" w:lineRule="auto"/>
        <w:rPr>
          <w:b/>
          <w:bCs/>
          <w:sz w:val="28"/>
          <w:szCs w:val="28"/>
          <w:lang w:val="uk-UA"/>
        </w:rPr>
      </w:pPr>
    </w:p>
    <w:p w:rsidR="006C123E" w:rsidRDefault="006C123E" w:rsidP="00F911AA">
      <w:pPr>
        <w:spacing w:line="276" w:lineRule="auto"/>
        <w:rPr>
          <w:sz w:val="28"/>
          <w:szCs w:val="28"/>
          <w:lang w:val="uk-UA"/>
        </w:rPr>
      </w:pPr>
    </w:p>
    <w:p w:rsidR="00E27C42" w:rsidRPr="0020660F" w:rsidRDefault="00E27C42" w:rsidP="00F911AA">
      <w:pPr>
        <w:spacing w:line="276" w:lineRule="auto"/>
        <w:rPr>
          <w:sz w:val="28"/>
          <w:szCs w:val="28"/>
          <w:lang w:val="uk-UA"/>
        </w:rPr>
      </w:pPr>
    </w:p>
    <w:p w:rsidR="00831CE0" w:rsidRDefault="00186A34" w:rsidP="00475261">
      <w:pPr>
        <w:spacing w:line="264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831CE0">
        <w:rPr>
          <w:sz w:val="28"/>
          <w:szCs w:val="28"/>
          <w:lang w:val="uk-UA"/>
        </w:rPr>
        <w:t xml:space="preserve"> до вимог ст. 28 Бюджетного кодексу України </w:t>
      </w:r>
      <w:r w:rsidR="00831CE0" w:rsidRPr="00F04A51">
        <w:rPr>
          <w:sz w:val="28"/>
          <w:szCs w:val="28"/>
          <w:lang w:val="uk-UA"/>
        </w:rPr>
        <w:t xml:space="preserve">Департамент </w:t>
      </w:r>
      <w:r w:rsidR="00831CE0">
        <w:rPr>
          <w:sz w:val="28"/>
          <w:szCs w:val="28"/>
          <w:lang w:val="uk-UA"/>
        </w:rPr>
        <w:t>державного бюджету надає інформацію щодо виконання Державного та Зведеного бюджетів України за</w:t>
      </w:r>
      <w:r w:rsidR="00BB0398">
        <w:rPr>
          <w:sz w:val="28"/>
          <w:szCs w:val="28"/>
          <w:lang w:val="uk-UA"/>
        </w:rPr>
        <w:t xml:space="preserve"> </w:t>
      </w:r>
      <w:r w:rsidR="00161F86">
        <w:rPr>
          <w:sz w:val="28"/>
          <w:szCs w:val="28"/>
          <w:lang w:val="uk-UA"/>
        </w:rPr>
        <w:t>І–ІІІ квартали</w:t>
      </w:r>
      <w:bookmarkStart w:id="0" w:name="_GoBack"/>
      <w:bookmarkEnd w:id="0"/>
      <w:r w:rsidR="003F1CD0">
        <w:rPr>
          <w:sz w:val="28"/>
          <w:szCs w:val="28"/>
          <w:lang w:val="uk-UA"/>
        </w:rPr>
        <w:t xml:space="preserve"> </w:t>
      </w:r>
      <w:r w:rsidR="00831CE0">
        <w:rPr>
          <w:sz w:val="28"/>
          <w:szCs w:val="28"/>
          <w:lang w:val="uk-UA"/>
        </w:rPr>
        <w:t>20</w:t>
      </w:r>
      <w:r w:rsidR="00831CE0" w:rsidRPr="00523412">
        <w:rPr>
          <w:sz w:val="28"/>
          <w:szCs w:val="28"/>
          <w:lang w:val="uk-UA"/>
        </w:rPr>
        <w:t>1</w:t>
      </w:r>
      <w:r w:rsidR="003F1CD0">
        <w:rPr>
          <w:sz w:val="28"/>
          <w:szCs w:val="28"/>
          <w:lang w:val="uk-UA"/>
        </w:rPr>
        <w:t>9</w:t>
      </w:r>
      <w:r w:rsidR="00831CE0">
        <w:rPr>
          <w:sz w:val="28"/>
          <w:szCs w:val="28"/>
          <w:lang w:val="uk-UA"/>
        </w:rPr>
        <w:t> р</w:t>
      </w:r>
      <w:r w:rsidR="003F1CD0">
        <w:rPr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 xml:space="preserve"> </w:t>
      </w:r>
      <w:r w:rsidR="00BB0398">
        <w:rPr>
          <w:sz w:val="28"/>
          <w:szCs w:val="28"/>
          <w:lang w:val="uk-UA"/>
        </w:rPr>
        <w:t xml:space="preserve">(за </w:t>
      </w:r>
      <w:r w:rsidR="00161F86">
        <w:rPr>
          <w:sz w:val="28"/>
          <w:szCs w:val="28"/>
          <w:lang w:val="uk-UA"/>
        </w:rPr>
        <w:t>квартальним</w:t>
      </w:r>
      <w:r w:rsidR="00BB0398">
        <w:rPr>
          <w:sz w:val="28"/>
          <w:szCs w:val="28"/>
          <w:lang w:val="uk-UA"/>
        </w:rPr>
        <w:t xml:space="preserve"> звітом Д</w:t>
      </w:r>
      <w:r w:rsidR="00BB0398" w:rsidRPr="001D6862">
        <w:rPr>
          <w:sz w:val="28"/>
          <w:szCs w:val="28"/>
          <w:lang w:val="uk-UA"/>
        </w:rPr>
        <w:t xml:space="preserve">ержавної казначейської служби України </w:t>
      </w:r>
      <w:r w:rsidR="00161F86">
        <w:rPr>
          <w:sz w:val="28"/>
          <w:szCs w:val="28"/>
          <w:lang w:val="uk-UA"/>
        </w:rPr>
        <w:t>від 05</w:t>
      </w:r>
      <w:r w:rsidR="00BB0398">
        <w:rPr>
          <w:sz w:val="28"/>
          <w:szCs w:val="28"/>
          <w:lang w:val="uk-UA"/>
        </w:rPr>
        <w:t>.</w:t>
      </w:r>
      <w:r w:rsidR="009B4162">
        <w:rPr>
          <w:sz w:val="28"/>
          <w:szCs w:val="28"/>
          <w:lang w:val="uk-UA"/>
        </w:rPr>
        <w:t>1</w:t>
      </w:r>
      <w:r w:rsidR="00161F86">
        <w:rPr>
          <w:sz w:val="28"/>
          <w:szCs w:val="28"/>
          <w:lang w:val="uk-UA"/>
        </w:rPr>
        <w:t>1</w:t>
      </w:r>
      <w:r w:rsidR="00BB0398">
        <w:rPr>
          <w:sz w:val="28"/>
          <w:szCs w:val="28"/>
          <w:lang w:val="uk-UA"/>
        </w:rPr>
        <w:t>.20</w:t>
      </w:r>
      <w:r w:rsidR="00BB0398" w:rsidRPr="00523412">
        <w:rPr>
          <w:sz w:val="28"/>
          <w:szCs w:val="28"/>
          <w:lang w:val="uk-UA"/>
        </w:rPr>
        <w:t>1</w:t>
      </w:r>
      <w:r w:rsidR="00072DAF">
        <w:rPr>
          <w:sz w:val="28"/>
          <w:szCs w:val="28"/>
          <w:lang w:val="uk-UA"/>
        </w:rPr>
        <w:t>9</w:t>
      </w:r>
      <w:r w:rsidR="00BB0398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для</w:t>
      </w:r>
      <w:r w:rsidR="00831CE0">
        <w:rPr>
          <w:sz w:val="28"/>
          <w:szCs w:val="28"/>
          <w:lang w:val="uk-UA"/>
        </w:rPr>
        <w:t xml:space="preserve"> </w:t>
      </w:r>
      <w:r w:rsidR="00161F86">
        <w:rPr>
          <w:sz w:val="28"/>
          <w:szCs w:val="28"/>
          <w:lang w:val="uk-UA"/>
        </w:rPr>
        <w:t xml:space="preserve">розміщення на </w:t>
      </w:r>
      <w:proofErr w:type="spellStart"/>
      <w:r w:rsidR="00161F86">
        <w:rPr>
          <w:sz w:val="28"/>
          <w:szCs w:val="28"/>
          <w:lang w:val="uk-UA"/>
        </w:rPr>
        <w:t>веб</w:t>
      </w:r>
      <w:r>
        <w:rPr>
          <w:sz w:val="28"/>
          <w:szCs w:val="28"/>
          <w:lang w:val="uk-UA"/>
        </w:rPr>
        <w:t>сайті</w:t>
      </w:r>
      <w:proofErr w:type="spellEnd"/>
      <w:r>
        <w:rPr>
          <w:sz w:val="28"/>
          <w:szCs w:val="28"/>
          <w:lang w:val="uk-UA"/>
        </w:rPr>
        <w:t xml:space="preserve"> Міністерства фінансів України</w:t>
      </w:r>
      <w:r w:rsidR="00831CE0">
        <w:rPr>
          <w:sz w:val="28"/>
          <w:szCs w:val="28"/>
          <w:lang w:val="uk-UA"/>
        </w:rPr>
        <w:t>.</w:t>
      </w:r>
    </w:p>
    <w:p w:rsidR="007C0DA9" w:rsidRDefault="007C0DA9" w:rsidP="007C0DA9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7C0DA9" w:rsidRPr="00863618" w:rsidRDefault="007C0DA9" w:rsidP="00365A30">
      <w:pPr>
        <w:spacing w:line="360" w:lineRule="auto"/>
        <w:jc w:val="both"/>
        <w:rPr>
          <w:sz w:val="28"/>
          <w:szCs w:val="28"/>
          <w:lang w:val="uk-UA"/>
        </w:rPr>
      </w:pPr>
      <w:r w:rsidRPr="0046393B">
        <w:rPr>
          <w:sz w:val="28"/>
          <w:szCs w:val="28"/>
          <w:lang w:val="uk-UA"/>
        </w:rPr>
        <w:t xml:space="preserve">Додаток: на </w:t>
      </w:r>
      <w:r w:rsidR="00765ABA">
        <w:rPr>
          <w:sz w:val="28"/>
          <w:szCs w:val="28"/>
          <w:lang w:val="en-US"/>
        </w:rPr>
        <w:t>46</w:t>
      </w:r>
      <w:r w:rsidR="008D7882">
        <w:rPr>
          <w:sz w:val="28"/>
          <w:szCs w:val="28"/>
          <w:lang w:val="uk-UA"/>
        </w:rPr>
        <w:t xml:space="preserve"> </w:t>
      </w:r>
      <w:proofErr w:type="spellStart"/>
      <w:r w:rsidRPr="0046393B">
        <w:rPr>
          <w:sz w:val="28"/>
          <w:szCs w:val="28"/>
          <w:lang w:val="uk-UA"/>
        </w:rPr>
        <w:t>арк</w:t>
      </w:r>
      <w:proofErr w:type="spellEnd"/>
      <w:r w:rsidRPr="0046393B">
        <w:rPr>
          <w:sz w:val="28"/>
          <w:szCs w:val="28"/>
          <w:lang w:val="uk-UA"/>
        </w:rPr>
        <w:t>. в 1 прим.</w:t>
      </w:r>
    </w:p>
    <w:p w:rsidR="00A27073" w:rsidRPr="0020660F" w:rsidRDefault="00A27073" w:rsidP="00F911AA">
      <w:pPr>
        <w:spacing w:line="276" w:lineRule="auto"/>
        <w:jc w:val="both"/>
        <w:rPr>
          <w:sz w:val="28"/>
          <w:szCs w:val="28"/>
          <w:lang w:val="uk-UA"/>
        </w:rPr>
      </w:pPr>
    </w:p>
    <w:p w:rsidR="001107FC" w:rsidRPr="009D4ED9" w:rsidRDefault="001107FC" w:rsidP="00F911AA">
      <w:pPr>
        <w:spacing w:line="276" w:lineRule="auto"/>
        <w:jc w:val="both"/>
        <w:rPr>
          <w:sz w:val="28"/>
          <w:szCs w:val="28"/>
          <w:lang w:val="uk-UA"/>
        </w:rPr>
      </w:pPr>
    </w:p>
    <w:p w:rsidR="00F246B9" w:rsidRPr="00DE0407" w:rsidRDefault="00F246B9" w:rsidP="00F246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</w:t>
      </w:r>
      <w:proofErr w:type="spellStart"/>
      <w:r w:rsidRPr="00DE0407">
        <w:rPr>
          <w:b/>
          <w:sz w:val="28"/>
          <w:szCs w:val="28"/>
        </w:rPr>
        <w:t>иректор</w:t>
      </w:r>
      <w:proofErr w:type="spellEnd"/>
      <w:r w:rsidRPr="00DE0407">
        <w:rPr>
          <w:b/>
          <w:sz w:val="28"/>
          <w:szCs w:val="28"/>
        </w:rPr>
        <w:t xml:space="preserve"> Департаменту</w:t>
      </w:r>
    </w:p>
    <w:p w:rsidR="00F246B9" w:rsidRPr="00072DAF" w:rsidRDefault="00F246B9" w:rsidP="00F246B9">
      <w:pPr>
        <w:jc w:val="both"/>
        <w:rPr>
          <w:b/>
          <w:bCs/>
          <w:sz w:val="28"/>
          <w:szCs w:val="28"/>
          <w:lang w:val="uk-UA"/>
        </w:rPr>
      </w:pPr>
      <w:r w:rsidRPr="00DE0407">
        <w:rPr>
          <w:b/>
          <w:sz w:val="28"/>
          <w:szCs w:val="28"/>
        </w:rPr>
        <w:t>державного бюджету</w:t>
      </w:r>
      <w:r>
        <w:rPr>
          <w:b/>
          <w:sz w:val="28"/>
          <w:szCs w:val="28"/>
          <w:lang w:val="uk-UA"/>
        </w:rPr>
        <w:t xml:space="preserve">                                              </w:t>
      </w:r>
      <w:r w:rsidR="0016245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В</w:t>
      </w:r>
      <w:r w:rsidR="00162450">
        <w:rPr>
          <w:b/>
          <w:sz w:val="28"/>
          <w:szCs w:val="28"/>
          <w:lang w:val="uk-UA"/>
        </w:rPr>
        <w:t xml:space="preserve">олодимир </w:t>
      </w:r>
      <w:r>
        <w:rPr>
          <w:b/>
          <w:sz w:val="28"/>
          <w:szCs w:val="28"/>
          <w:lang w:val="uk-UA"/>
        </w:rPr>
        <w:t>Л</w:t>
      </w:r>
      <w:r w:rsidR="00162450">
        <w:rPr>
          <w:b/>
          <w:sz w:val="28"/>
          <w:szCs w:val="28"/>
          <w:lang w:val="uk-UA"/>
        </w:rPr>
        <w:t>ОЗИЦЬКИЙ</w:t>
      </w:r>
    </w:p>
    <w:p w:rsidR="00F246B9" w:rsidRPr="00DE0407" w:rsidRDefault="00F246B9" w:rsidP="00F246B9">
      <w:pPr>
        <w:tabs>
          <w:tab w:val="right" w:pos="10065"/>
        </w:tabs>
        <w:jc w:val="both"/>
        <w:rPr>
          <w:b/>
          <w:bCs/>
          <w:sz w:val="28"/>
          <w:szCs w:val="28"/>
          <w:lang w:val="uk-UA"/>
        </w:rPr>
      </w:pPr>
    </w:p>
    <w:p w:rsidR="00EB03FD" w:rsidRPr="00DE0407" w:rsidRDefault="00EB03FD" w:rsidP="00EB03FD">
      <w:pPr>
        <w:tabs>
          <w:tab w:val="right" w:pos="10065"/>
        </w:tabs>
        <w:jc w:val="both"/>
        <w:rPr>
          <w:b/>
          <w:bCs/>
          <w:sz w:val="28"/>
          <w:szCs w:val="28"/>
          <w:lang w:val="uk-UA"/>
        </w:rPr>
      </w:pPr>
    </w:p>
    <w:p w:rsidR="00EB03FD" w:rsidRPr="00DE0407" w:rsidRDefault="00EB03FD" w:rsidP="00EB03FD">
      <w:pPr>
        <w:tabs>
          <w:tab w:val="right" w:pos="10065"/>
        </w:tabs>
        <w:jc w:val="both"/>
        <w:rPr>
          <w:b/>
          <w:bCs/>
          <w:sz w:val="28"/>
          <w:szCs w:val="28"/>
          <w:lang w:val="uk-UA"/>
        </w:rPr>
      </w:pPr>
    </w:p>
    <w:p w:rsidR="00EB03FD" w:rsidRDefault="00EB03FD" w:rsidP="00EB03FD">
      <w:pPr>
        <w:tabs>
          <w:tab w:val="right" w:pos="10065"/>
        </w:tabs>
        <w:jc w:val="both"/>
        <w:rPr>
          <w:b/>
          <w:bCs/>
          <w:sz w:val="28"/>
          <w:szCs w:val="28"/>
          <w:lang w:val="uk-UA"/>
        </w:rPr>
      </w:pPr>
    </w:p>
    <w:p w:rsidR="00A328AA" w:rsidRDefault="00A328AA" w:rsidP="00EB03FD">
      <w:pPr>
        <w:tabs>
          <w:tab w:val="right" w:pos="10065"/>
        </w:tabs>
        <w:jc w:val="both"/>
        <w:rPr>
          <w:lang w:val="uk-UA"/>
        </w:rPr>
      </w:pPr>
    </w:p>
    <w:p w:rsidR="00A328AA" w:rsidRDefault="00A328AA" w:rsidP="00EB03FD">
      <w:pPr>
        <w:tabs>
          <w:tab w:val="right" w:pos="10065"/>
        </w:tabs>
        <w:jc w:val="both"/>
        <w:rPr>
          <w:lang w:val="uk-UA"/>
        </w:rPr>
      </w:pPr>
    </w:p>
    <w:p w:rsidR="00B82F94" w:rsidRDefault="00B82F94" w:rsidP="00EB03FD">
      <w:pPr>
        <w:tabs>
          <w:tab w:val="right" w:pos="10065"/>
        </w:tabs>
        <w:jc w:val="both"/>
        <w:rPr>
          <w:lang w:val="uk-UA"/>
        </w:rPr>
      </w:pPr>
    </w:p>
    <w:p w:rsidR="00B82F94" w:rsidRDefault="00B82F94" w:rsidP="00EB03FD">
      <w:pPr>
        <w:tabs>
          <w:tab w:val="right" w:pos="10065"/>
        </w:tabs>
        <w:jc w:val="both"/>
        <w:rPr>
          <w:lang w:val="uk-UA"/>
        </w:rPr>
      </w:pPr>
    </w:p>
    <w:p w:rsidR="00B82F94" w:rsidRDefault="00B82F94" w:rsidP="00EB03FD">
      <w:pPr>
        <w:tabs>
          <w:tab w:val="right" w:pos="10065"/>
        </w:tabs>
        <w:jc w:val="both"/>
        <w:rPr>
          <w:lang w:val="uk-UA"/>
        </w:rPr>
      </w:pPr>
    </w:p>
    <w:p w:rsidR="00B82F94" w:rsidRDefault="00B82F94" w:rsidP="00EB03FD">
      <w:pPr>
        <w:tabs>
          <w:tab w:val="right" w:pos="10065"/>
        </w:tabs>
        <w:jc w:val="both"/>
        <w:rPr>
          <w:lang w:val="uk-UA"/>
        </w:rPr>
      </w:pPr>
    </w:p>
    <w:p w:rsidR="00B82F94" w:rsidRDefault="00B82F94" w:rsidP="00EB03FD">
      <w:pPr>
        <w:tabs>
          <w:tab w:val="right" w:pos="10065"/>
        </w:tabs>
        <w:jc w:val="both"/>
        <w:rPr>
          <w:lang w:val="uk-UA"/>
        </w:rPr>
      </w:pPr>
    </w:p>
    <w:p w:rsidR="00B82F94" w:rsidRDefault="00B82F94" w:rsidP="00EB03FD">
      <w:pPr>
        <w:tabs>
          <w:tab w:val="right" w:pos="10065"/>
        </w:tabs>
        <w:jc w:val="both"/>
        <w:rPr>
          <w:lang w:val="uk-UA"/>
        </w:rPr>
      </w:pPr>
    </w:p>
    <w:p w:rsidR="00B82F94" w:rsidRDefault="00B82F94" w:rsidP="00EB03FD">
      <w:pPr>
        <w:tabs>
          <w:tab w:val="right" w:pos="10065"/>
        </w:tabs>
        <w:jc w:val="both"/>
        <w:rPr>
          <w:lang w:val="uk-UA"/>
        </w:rPr>
      </w:pPr>
    </w:p>
    <w:p w:rsidR="00B82F94" w:rsidRDefault="00B82F94" w:rsidP="00EB03FD">
      <w:pPr>
        <w:tabs>
          <w:tab w:val="right" w:pos="10065"/>
        </w:tabs>
        <w:jc w:val="both"/>
        <w:rPr>
          <w:lang w:val="uk-UA"/>
        </w:rPr>
      </w:pPr>
    </w:p>
    <w:p w:rsidR="00B82F94" w:rsidRDefault="00B82F94" w:rsidP="00EB03FD">
      <w:pPr>
        <w:tabs>
          <w:tab w:val="right" w:pos="10065"/>
        </w:tabs>
        <w:jc w:val="both"/>
        <w:rPr>
          <w:lang w:val="uk-UA"/>
        </w:rPr>
      </w:pPr>
    </w:p>
    <w:p w:rsidR="00B82F94" w:rsidRDefault="00B82F94" w:rsidP="00EB03FD">
      <w:pPr>
        <w:tabs>
          <w:tab w:val="right" w:pos="10065"/>
        </w:tabs>
        <w:jc w:val="both"/>
        <w:rPr>
          <w:lang w:val="uk-UA"/>
        </w:rPr>
      </w:pPr>
    </w:p>
    <w:p w:rsidR="00B82F94" w:rsidRDefault="00B82F94" w:rsidP="00EB03FD">
      <w:pPr>
        <w:tabs>
          <w:tab w:val="right" w:pos="10065"/>
        </w:tabs>
        <w:jc w:val="both"/>
        <w:rPr>
          <w:lang w:val="uk-UA"/>
        </w:rPr>
      </w:pPr>
    </w:p>
    <w:p w:rsidR="00B82F94" w:rsidRDefault="00B82F94" w:rsidP="00EB03FD">
      <w:pPr>
        <w:tabs>
          <w:tab w:val="right" w:pos="10065"/>
        </w:tabs>
        <w:jc w:val="both"/>
        <w:rPr>
          <w:lang w:val="uk-UA"/>
        </w:rPr>
      </w:pPr>
    </w:p>
    <w:p w:rsidR="00B82F94" w:rsidRDefault="00B82F94" w:rsidP="00EB03FD">
      <w:pPr>
        <w:tabs>
          <w:tab w:val="right" w:pos="10065"/>
        </w:tabs>
        <w:jc w:val="both"/>
        <w:rPr>
          <w:lang w:val="uk-UA"/>
        </w:rPr>
      </w:pPr>
    </w:p>
    <w:p w:rsidR="00B82F94" w:rsidRDefault="00B82F94" w:rsidP="00EB03FD">
      <w:pPr>
        <w:tabs>
          <w:tab w:val="right" w:pos="10065"/>
        </w:tabs>
        <w:jc w:val="both"/>
        <w:rPr>
          <w:lang w:val="uk-UA"/>
        </w:rPr>
      </w:pPr>
    </w:p>
    <w:p w:rsidR="00A328AA" w:rsidRDefault="00A328AA" w:rsidP="00EB03FD">
      <w:pPr>
        <w:tabs>
          <w:tab w:val="right" w:pos="10065"/>
        </w:tabs>
        <w:jc w:val="both"/>
        <w:rPr>
          <w:lang w:val="uk-UA"/>
        </w:rPr>
      </w:pPr>
    </w:p>
    <w:p w:rsidR="00475261" w:rsidRDefault="00475261" w:rsidP="00EB03FD">
      <w:pPr>
        <w:tabs>
          <w:tab w:val="right" w:pos="10065"/>
        </w:tabs>
        <w:jc w:val="both"/>
        <w:rPr>
          <w:lang w:val="uk-UA"/>
        </w:rPr>
      </w:pPr>
    </w:p>
    <w:p w:rsidR="005B212A" w:rsidRPr="00352ACD" w:rsidRDefault="008048A0" w:rsidP="001A1DE3">
      <w:pPr>
        <w:spacing w:line="276" w:lineRule="auto"/>
        <w:rPr>
          <w:i/>
          <w:sz w:val="12"/>
          <w:szCs w:val="16"/>
        </w:rPr>
      </w:pPr>
      <w:r>
        <w:rPr>
          <w:i/>
          <w:sz w:val="18"/>
          <w:lang w:val="uk-UA"/>
        </w:rPr>
        <w:t>Наталя Лугова</w:t>
      </w:r>
      <w:r w:rsidR="008857BF">
        <w:rPr>
          <w:i/>
          <w:sz w:val="18"/>
          <w:lang w:val="uk-UA"/>
        </w:rPr>
        <w:t xml:space="preserve"> 27</w:t>
      </w:r>
      <w:r>
        <w:rPr>
          <w:i/>
          <w:sz w:val="18"/>
          <w:lang w:val="uk-UA"/>
        </w:rPr>
        <w:t>91</w:t>
      </w:r>
    </w:p>
    <w:sectPr w:rsidR="005B212A" w:rsidRPr="00352ACD" w:rsidSect="00816010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83224"/>
    <w:multiLevelType w:val="hybridMultilevel"/>
    <w:tmpl w:val="D89C7CF4"/>
    <w:lvl w:ilvl="0" w:tplc="B748E74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8C"/>
    <w:rsid w:val="00010942"/>
    <w:rsid w:val="00032CEB"/>
    <w:rsid w:val="00033BCA"/>
    <w:rsid w:val="00043639"/>
    <w:rsid w:val="00054B21"/>
    <w:rsid w:val="00056E3C"/>
    <w:rsid w:val="000602D9"/>
    <w:rsid w:val="0006726E"/>
    <w:rsid w:val="00070455"/>
    <w:rsid w:val="00072DAF"/>
    <w:rsid w:val="000736B4"/>
    <w:rsid w:val="00075279"/>
    <w:rsid w:val="00086B88"/>
    <w:rsid w:val="000A497E"/>
    <w:rsid w:val="000A5536"/>
    <w:rsid w:val="000E51D0"/>
    <w:rsid w:val="000F7CE5"/>
    <w:rsid w:val="001107FC"/>
    <w:rsid w:val="00120A4B"/>
    <w:rsid w:val="00122539"/>
    <w:rsid w:val="0012764B"/>
    <w:rsid w:val="00143A46"/>
    <w:rsid w:val="001508D2"/>
    <w:rsid w:val="00161F86"/>
    <w:rsid w:val="00162450"/>
    <w:rsid w:val="00166324"/>
    <w:rsid w:val="00176ABF"/>
    <w:rsid w:val="00180B5A"/>
    <w:rsid w:val="00185EE9"/>
    <w:rsid w:val="00186A34"/>
    <w:rsid w:val="001878E8"/>
    <w:rsid w:val="00195486"/>
    <w:rsid w:val="0019745F"/>
    <w:rsid w:val="001A0620"/>
    <w:rsid w:val="001A1DE3"/>
    <w:rsid w:val="001A1FE7"/>
    <w:rsid w:val="001C14E0"/>
    <w:rsid w:val="001C36CE"/>
    <w:rsid w:val="001C5BC4"/>
    <w:rsid w:val="001D6862"/>
    <w:rsid w:val="001D7F27"/>
    <w:rsid w:val="001E4295"/>
    <w:rsid w:val="001E4C9D"/>
    <w:rsid w:val="0020660F"/>
    <w:rsid w:val="00206D55"/>
    <w:rsid w:val="002201B6"/>
    <w:rsid w:val="00237D9B"/>
    <w:rsid w:val="002465FF"/>
    <w:rsid w:val="002470AC"/>
    <w:rsid w:val="00261D27"/>
    <w:rsid w:val="00270384"/>
    <w:rsid w:val="00280D54"/>
    <w:rsid w:val="00283FEF"/>
    <w:rsid w:val="0028510F"/>
    <w:rsid w:val="002A36D9"/>
    <w:rsid w:val="002B04A1"/>
    <w:rsid w:val="002B1091"/>
    <w:rsid w:val="002B18FD"/>
    <w:rsid w:val="002B2FA9"/>
    <w:rsid w:val="002B4F8D"/>
    <w:rsid w:val="002C001A"/>
    <w:rsid w:val="002C2DA9"/>
    <w:rsid w:val="002D3004"/>
    <w:rsid w:val="002E1429"/>
    <w:rsid w:val="002F0254"/>
    <w:rsid w:val="003014B4"/>
    <w:rsid w:val="00304E0F"/>
    <w:rsid w:val="00312D56"/>
    <w:rsid w:val="003145ED"/>
    <w:rsid w:val="00314FA1"/>
    <w:rsid w:val="003164E5"/>
    <w:rsid w:val="00325202"/>
    <w:rsid w:val="00346D3F"/>
    <w:rsid w:val="00347FD2"/>
    <w:rsid w:val="00352ACD"/>
    <w:rsid w:val="0035704B"/>
    <w:rsid w:val="00365A30"/>
    <w:rsid w:val="003768C2"/>
    <w:rsid w:val="003806AA"/>
    <w:rsid w:val="00382CD1"/>
    <w:rsid w:val="003876F8"/>
    <w:rsid w:val="003A0F78"/>
    <w:rsid w:val="003A4F06"/>
    <w:rsid w:val="003B69F9"/>
    <w:rsid w:val="003B7B4D"/>
    <w:rsid w:val="003C3DE1"/>
    <w:rsid w:val="003C4FDB"/>
    <w:rsid w:val="003E2C48"/>
    <w:rsid w:val="003E4040"/>
    <w:rsid w:val="003E436F"/>
    <w:rsid w:val="003E77B0"/>
    <w:rsid w:val="003F1639"/>
    <w:rsid w:val="003F1CD0"/>
    <w:rsid w:val="003F6971"/>
    <w:rsid w:val="00400342"/>
    <w:rsid w:val="0040777E"/>
    <w:rsid w:val="00436692"/>
    <w:rsid w:val="00452829"/>
    <w:rsid w:val="0046393B"/>
    <w:rsid w:val="00466160"/>
    <w:rsid w:val="004663F1"/>
    <w:rsid w:val="00471091"/>
    <w:rsid w:val="00475261"/>
    <w:rsid w:val="00484CCD"/>
    <w:rsid w:val="004870D7"/>
    <w:rsid w:val="00491B6B"/>
    <w:rsid w:val="0049527D"/>
    <w:rsid w:val="0049594D"/>
    <w:rsid w:val="004B31F5"/>
    <w:rsid w:val="004B41D8"/>
    <w:rsid w:val="004B6E14"/>
    <w:rsid w:val="004C0CD5"/>
    <w:rsid w:val="004C0DBD"/>
    <w:rsid w:val="004D1D2C"/>
    <w:rsid w:val="004E29A3"/>
    <w:rsid w:val="00507F86"/>
    <w:rsid w:val="005105E7"/>
    <w:rsid w:val="00512CEE"/>
    <w:rsid w:val="005170A2"/>
    <w:rsid w:val="00531177"/>
    <w:rsid w:val="00545998"/>
    <w:rsid w:val="0055480A"/>
    <w:rsid w:val="00554B2F"/>
    <w:rsid w:val="005615D6"/>
    <w:rsid w:val="00566C03"/>
    <w:rsid w:val="005A0EE5"/>
    <w:rsid w:val="005B1399"/>
    <w:rsid w:val="005B212A"/>
    <w:rsid w:val="005B5FF0"/>
    <w:rsid w:val="005D5355"/>
    <w:rsid w:val="005D7976"/>
    <w:rsid w:val="005F3269"/>
    <w:rsid w:val="00624BF3"/>
    <w:rsid w:val="00626AC1"/>
    <w:rsid w:val="006342FA"/>
    <w:rsid w:val="00635E09"/>
    <w:rsid w:val="0063776B"/>
    <w:rsid w:val="00644C51"/>
    <w:rsid w:val="006506E2"/>
    <w:rsid w:val="006522EE"/>
    <w:rsid w:val="006567F6"/>
    <w:rsid w:val="00660306"/>
    <w:rsid w:val="00662F76"/>
    <w:rsid w:val="0067145D"/>
    <w:rsid w:val="006740DA"/>
    <w:rsid w:val="006A2917"/>
    <w:rsid w:val="006A4EA2"/>
    <w:rsid w:val="006B0685"/>
    <w:rsid w:val="006C123E"/>
    <w:rsid w:val="006C19C8"/>
    <w:rsid w:val="006D1DA1"/>
    <w:rsid w:val="006D25BE"/>
    <w:rsid w:val="006F4010"/>
    <w:rsid w:val="0070298D"/>
    <w:rsid w:val="00706777"/>
    <w:rsid w:val="00731C13"/>
    <w:rsid w:val="00737F2B"/>
    <w:rsid w:val="007437DF"/>
    <w:rsid w:val="00745E6E"/>
    <w:rsid w:val="00745F3E"/>
    <w:rsid w:val="007474A0"/>
    <w:rsid w:val="00747984"/>
    <w:rsid w:val="0075351E"/>
    <w:rsid w:val="00763BB7"/>
    <w:rsid w:val="00764F56"/>
    <w:rsid w:val="00765ABA"/>
    <w:rsid w:val="00770172"/>
    <w:rsid w:val="007759C4"/>
    <w:rsid w:val="007A76FD"/>
    <w:rsid w:val="007A7E6D"/>
    <w:rsid w:val="007C0DA9"/>
    <w:rsid w:val="007E3DD0"/>
    <w:rsid w:val="007F0E8D"/>
    <w:rsid w:val="007F54AB"/>
    <w:rsid w:val="00800778"/>
    <w:rsid w:val="008048A0"/>
    <w:rsid w:val="0081425C"/>
    <w:rsid w:val="00816010"/>
    <w:rsid w:val="0083128F"/>
    <w:rsid w:val="00831CE0"/>
    <w:rsid w:val="008418FC"/>
    <w:rsid w:val="00855822"/>
    <w:rsid w:val="00855A59"/>
    <w:rsid w:val="00855D31"/>
    <w:rsid w:val="00860554"/>
    <w:rsid w:val="0086389F"/>
    <w:rsid w:val="00874361"/>
    <w:rsid w:val="008857BF"/>
    <w:rsid w:val="00885CCD"/>
    <w:rsid w:val="00896BBB"/>
    <w:rsid w:val="008A7328"/>
    <w:rsid w:val="008A7772"/>
    <w:rsid w:val="008A7D59"/>
    <w:rsid w:val="008B274F"/>
    <w:rsid w:val="008B2A3B"/>
    <w:rsid w:val="008B4241"/>
    <w:rsid w:val="008D7882"/>
    <w:rsid w:val="008F40E1"/>
    <w:rsid w:val="008F4DAA"/>
    <w:rsid w:val="009117E1"/>
    <w:rsid w:val="009161CF"/>
    <w:rsid w:val="00917725"/>
    <w:rsid w:val="0093491C"/>
    <w:rsid w:val="00942B51"/>
    <w:rsid w:val="00945D2E"/>
    <w:rsid w:val="00945F58"/>
    <w:rsid w:val="00954A17"/>
    <w:rsid w:val="009605DE"/>
    <w:rsid w:val="00966E44"/>
    <w:rsid w:val="00972444"/>
    <w:rsid w:val="00972852"/>
    <w:rsid w:val="00990176"/>
    <w:rsid w:val="009903B4"/>
    <w:rsid w:val="009A492A"/>
    <w:rsid w:val="009A5CD7"/>
    <w:rsid w:val="009B08AA"/>
    <w:rsid w:val="009B4162"/>
    <w:rsid w:val="009D0432"/>
    <w:rsid w:val="009D4ED9"/>
    <w:rsid w:val="009E0C97"/>
    <w:rsid w:val="009E7CC5"/>
    <w:rsid w:val="00A021AF"/>
    <w:rsid w:val="00A04F1A"/>
    <w:rsid w:val="00A1293F"/>
    <w:rsid w:val="00A13195"/>
    <w:rsid w:val="00A17E84"/>
    <w:rsid w:val="00A27073"/>
    <w:rsid w:val="00A328AA"/>
    <w:rsid w:val="00A4698E"/>
    <w:rsid w:val="00A5251C"/>
    <w:rsid w:val="00A605BC"/>
    <w:rsid w:val="00A62145"/>
    <w:rsid w:val="00A635EB"/>
    <w:rsid w:val="00A67CD1"/>
    <w:rsid w:val="00A75667"/>
    <w:rsid w:val="00A77388"/>
    <w:rsid w:val="00A80EBA"/>
    <w:rsid w:val="00A8445C"/>
    <w:rsid w:val="00A856CB"/>
    <w:rsid w:val="00A8599A"/>
    <w:rsid w:val="00A86EFF"/>
    <w:rsid w:val="00A90DA5"/>
    <w:rsid w:val="00A94553"/>
    <w:rsid w:val="00A9605D"/>
    <w:rsid w:val="00AA1036"/>
    <w:rsid w:val="00AC4094"/>
    <w:rsid w:val="00AC5F8C"/>
    <w:rsid w:val="00AC7C14"/>
    <w:rsid w:val="00AE164E"/>
    <w:rsid w:val="00AE2347"/>
    <w:rsid w:val="00AF5CDD"/>
    <w:rsid w:val="00B01136"/>
    <w:rsid w:val="00B06D97"/>
    <w:rsid w:val="00B23E32"/>
    <w:rsid w:val="00B37462"/>
    <w:rsid w:val="00B42A6C"/>
    <w:rsid w:val="00B44E49"/>
    <w:rsid w:val="00B55460"/>
    <w:rsid w:val="00B61331"/>
    <w:rsid w:val="00B82F94"/>
    <w:rsid w:val="00B8306A"/>
    <w:rsid w:val="00B92E94"/>
    <w:rsid w:val="00B935D4"/>
    <w:rsid w:val="00BA04A2"/>
    <w:rsid w:val="00BA3DBC"/>
    <w:rsid w:val="00BB0398"/>
    <w:rsid w:val="00BB4936"/>
    <w:rsid w:val="00BC10EB"/>
    <w:rsid w:val="00BD4521"/>
    <w:rsid w:val="00BE6640"/>
    <w:rsid w:val="00BE6E22"/>
    <w:rsid w:val="00BE7C69"/>
    <w:rsid w:val="00BF5F63"/>
    <w:rsid w:val="00C00A87"/>
    <w:rsid w:val="00C07DB1"/>
    <w:rsid w:val="00C34801"/>
    <w:rsid w:val="00C35B87"/>
    <w:rsid w:val="00C64816"/>
    <w:rsid w:val="00C65EE0"/>
    <w:rsid w:val="00C97381"/>
    <w:rsid w:val="00CA1267"/>
    <w:rsid w:val="00CA410E"/>
    <w:rsid w:val="00CB4255"/>
    <w:rsid w:val="00CB6B15"/>
    <w:rsid w:val="00CC68A8"/>
    <w:rsid w:val="00CD034E"/>
    <w:rsid w:val="00CD3774"/>
    <w:rsid w:val="00CD5487"/>
    <w:rsid w:val="00CD6F26"/>
    <w:rsid w:val="00CE7794"/>
    <w:rsid w:val="00CF1CBA"/>
    <w:rsid w:val="00CF52F0"/>
    <w:rsid w:val="00CF7756"/>
    <w:rsid w:val="00D0163C"/>
    <w:rsid w:val="00D14438"/>
    <w:rsid w:val="00D16354"/>
    <w:rsid w:val="00D2102D"/>
    <w:rsid w:val="00D21652"/>
    <w:rsid w:val="00D24473"/>
    <w:rsid w:val="00D315A0"/>
    <w:rsid w:val="00D31667"/>
    <w:rsid w:val="00D351A3"/>
    <w:rsid w:val="00D35B35"/>
    <w:rsid w:val="00D37315"/>
    <w:rsid w:val="00D41570"/>
    <w:rsid w:val="00D41DC9"/>
    <w:rsid w:val="00D4212D"/>
    <w:rsid w:val="00D435F7"/>
    <w:rsid w:val="00D43B09"/>
    <w:rsid w:val="00D511CE"/>
    <w:rsid w:val="00D70965"/>
    <w:rsid w:val="00D978C2"/>
    <w:rsid w:val="00DA1706"/>
    <w:rsid w:val="00DD0D28"/>
    <w:rsid w:val="00DE0407"/>
    <w:rsid w:val="00DE6015"/>
    <w:rsid w:val="00DF189B"/>
    <w:rsid w:val="00DF3522"/>
    <w:rsid w:val="00DF3786"/>
    <w:rsid w:val="00E20F5C"/>
    <w:rsid w:val="00E27C42"/>
    <w:rsid w:val="00E27DA3"/>
    <w:rsid w:val="00E50770"/>
    <w:rsid w:val="00E61570"/>
    <w:rsid w:val="00E65C37"/>
    <w:rsid w:val="00E6787D"/>
    <w:rsid w:val="00E84A1D"/>
    <w:rsid w:val="00EA04DF"/>
    <w:rsid w:val="00EA3086"/>
    <w:rsid w:val="00EA7D93"/>
    <w:rsid w:val="00EB03FD"/>
    <w:rsid w:val="00EB20AB"/>
    <w:rsid w:val="00EC7A9E"/>
    <w:rsid w:val="00EE5094"/>
    <w:rsid w:val="00EE78CE"/>
    <w:rsid w:val="00EF11AB"/>
    <w:rsid w:val="00F01A5B"/>
    <w:rsid w:val="00F113F3"/>
    <w:rsid w:val="00F166CE"/>
    <w:rsid w:val="00F246B9"/>
    <w:rsid w:val="00F24F13"/>
    <w:rsid w:val="00F3329A"/>
    <w:rsid w:val="00F37E5C"/>
    <w:rsid w:val="00F4012E"/>
    <w:rsid w:val="00F4368C"/>
    <w:rsid w:val="00F43AED"/>
    <w:rsid w:val="00F4564E"/>
    <w:rsid w:val="00F5388E"/>
    <w:rsid w:val="00F53D39"/>
    <w:rsid w:val="00F64D7F"/>
    <w:rsid w:val="00F657C3"/>
    <w:rsid w:val="00F73F5D"/>
    <w:rsid w:val="00F74385"/>
    <w:rsid w:val="00F911AA"/>
    <w:rsid w:val="00F915FB"/>
    <w:rsid w:val="00F96ADC"/>
    <w:rsid w:val="00FA05B9"/>
    <w:rsid w:val="00FA24DB"/>
    <w:rsid w:val="00FB01DB"/>
    <w:rsid w:val="00FB4AA8"/>
    <w:rsid w:val="00FC0D11"/>
    <w:rsid w:val="00FC3507"/>
    <w:rsid w:val="00FD03F9"/>
    <w:rsid w:val="00FD121A"/>
    <w:rsid w:val="00FD5651"/>
    <w:rsid w:val="00FD723D"/>
    <w:rsid w:val="00FE33AC"/>
    <w:rsid w:val="00FF034E"/>
    <w:rsid w:val="00FF3513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926DD"/>
  <w15:docId w15:val="{68FB511E-4F7F-41FD-8D95-2E3CC9A8A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12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6F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B01DB"/>
    <w:rPr>
      <w:rFonts w:ascii="Tahoma" w:hAnsi="Tahoma"/>
      <w:sz w:val="16"/>
      <w:szCs w:val="16"/>
    </w:rPr>
  </w:style>
  <w:style w:type="paragraph" w:styleId="2">
    <w:name w:val="Body Text 2"/>
    <w:basedOn w:val="a"/>
    <w:link w:val="20"/>
    <w:rsid w:val="00DE6015"/>
    <w:pPr>
      <w:spacing w:after="120" w:line="480" w:lineRule="auto"/>
    </w:pPr>
  </w:style>
  <w:style w:type="character" w:customStyle="1" w:styleId="20">
    <w:name w:val="Основний текст 2 Знак"/>
    <w:link w:val="2"/>
    <w:rsid w:val="00DE6015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4A001-E31C-48F6-B702-DA63B8FA2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9A0EEE18</Template>
  <TotalTime>2023</TotalTime>
  <Pages>1</Pages>
  <Words>373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Управління роботи з персоналом</vt:lpstr>
      <vt:lpstr>Управління роботи з персоналом</vt:lpstr>
    </vt:vector>
  </TitlesOfParts>
  <Company>Міністерство фінансів України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Управління роботи з персоналом</dc:title>
  <dc:creator>Администратор</dc:creator>
  <cp:lastModifiedBy>Лугова Наталія Дмитрівна</cp:lastModifiedBy>
  <cp:revision>127</cp:revision>
  <cp:lastPrinted>2019-09-27T09:33:00Z</cp:lastPrinted>
  <dcterms:created xsi:type="dcterms:W3CDTF">2014-11-06T12:36:00Z</dcterms:created>
  <dcterms:modified xsi:type="dcterms:W3CDTF">2019-11-07T10:00:00Z</dcterms:modified>
</cp:coreProperties>
</file>